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1A3EF2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1A3E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35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1A3EF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A3EF2" w:rsidRP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Азија. 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3E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Утбрђивање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1A3E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A3EF2" w:rsidRP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усвојености и разумевања градива.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1A3EF2" w:rsidRPr="001A3EF2" w:rsidRDefault="00A45210" w:rsidP="001A3E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Проверити  ниво  усвојености  градива  о  географским одликама  азијског  континента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  <w:r w:rsidR="001A3EF2">
              <w:t xml:space="preserve"> </w:t>
            </w:r>
            <w:r w:rsidR="001A3EF2" w:rsidRP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ежбање картографске писмености.Вежбање оријентације на карти.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A3EF2" w:rsidRPr="001A3EF2" w:rsidRDefault="001A3EF2" w:rsidP="001A3E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-схвати  битне  географске  одлике континента</w:t>
            </w:r>
          </w:p>
          <w:p w:rsidR="001A3EF2" w:rsidRPr="001A3EF2" w:rsidRDefault="001A3EF2" w:rsidP="001A3E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географске  одлике  Азије  и  Европе</w:t>
            </w:r>
          </w:p>
          <w:p w:rsidR="00D0461E" w:rsidRPr="005F7634" w:rsidRDefault="001A3EF2" w:rsidP="001A3E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E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 покаже  најважније  географске  објекте континента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1A3EF2" w:rsidRPr="001A3EF2" w:rsidRDefault="001A3EF2" w:rsidP="001A3E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ГЕ1.1.3. Препознаје и чита географске и допунске елементе карте </w:t>
            </w: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 xml:space="preserve">– </w:t>
            </w: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чита називе најважнијих географских објеката Азије.</w:t>
            </w:r>
          </w:p>
          <w:p w:rsidR="001A3EF2" w:rsidRDefault="001A3EF2" w:rsidP="001A3EF2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ГЕ1.4.2. Описује природне одлике Азије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1A3EF2" w:rsidRPr="001A3EF2" w:rsidRDefault="001A3EF2" w:rsidP="001A3EF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ГЕ2.1.2. Одређује положај места и тачака на географској карти Азије.</w:t>
            </w:r>
          </w:p>
          <w:p w:rsidR="001A3EF2" w:rsidRPr="001A3EF2" w:rsidRDefault="001A3EF2" w:rsidP="001A3E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ГЕ2.4.2. Описује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географске </w:t>
            </w: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одлике Азије.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1A3EF2" w:rsidRPr="001A3EF2" w:rsidRDefault="001A3EF2" w:rsidP="001A3E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ГЕ3.1.1. Анализира карту и доноси закључке о просторним и каузалним везама географских чињеница Азије.</w:t>
            </w:r>
          </w:p>
          <w:p w:rsidR="00664F16" w:rsidRPr="001A3EF2" w:rsidRDefault="001A3EF2" w:rsidP="001A3E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1A3EF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ГЕ3.4.3. Објашњава географске везе и законитости Азије.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F866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F866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F86625" w:rsidP="00F866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 саопштавамо  да  ће  се  провера  усвојености  градива  о  географским  одли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 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зије  извршити  кроз 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усмен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одговарање  и кроз  преверу на   зидној  карти  Азије.Тражимо да  ученици  припреме своје географске  атласе.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7F5E98" w:rsidRPr="00545C96" w:rsidRDefault="00F86625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Прва  група  питаља  односи</w:t>
            </w:r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се  на  географски  положај 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зије и  њене  везе  са  другим континентима</w:t>
            </w:r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.Ученици  треба  да  покажу  на  карти  границе  Азије према  Европи,  Африци,  Аустралији  и  Северној  Америци.Друга  група питања  односи   се  на  разуђеност  обала.Ученици  треба  да  покажу  на карти  мора,  заливе,  полуострва  </w:t>
            </w:r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острва  и  архипелаге,  као  и  морске  пролазе.Трећа група  питања  се  односи  на  облике  рељефа.Ученици  треба  да  пок</w:t>
            </w:r>
            <w:r w:rsidR="00644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bookmarkStart w:id="0" w:name="_GoBack"/>
            <w:bookmarkEnd w:id="0"/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  најважније  планине,  висоравни  и  низије.У  групи  питањ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о  клими,  хидрографији  и  природним  зонама</w:t>
            </w:r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ученици  показују  распрострањење  типова  климе,  реке,  језера  и  природне  зоне.Ученици  такође  треба  да  покажу  области  велике  и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мале густине  насељености,  највеће  градове,  одређене  државе. П</w:t>
            </w:r>
            <w:r w:rsidR="007F5E98" w:rsidRP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итања намењена целом одељењу која подстичу развој логичког мишљења: кретање литосферних плоча и настанак Хималаја, литосферне плоче и „ватрени појас Пацифика“, повезаност климе и хидрографије, повезаност </w:t>
            </w:r>
            <w:r w:rsidR="007F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климе и природних зона, разлике  у  густини  насељености, утицај  климатских  одлика  на  размештај  пољоппривредне  производње.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7F5E98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ев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луацију  часа  и  д</w:t>
            </w:r>
            <w:r w:rsidR="00183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јемо оцене.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83E2E"/>
    <w:rsid w:val="001A3EF2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44F7C"/>
    <w:rsid w:val="00664F16"/>
    <w:rsid w:val="00670648"/>
    <w:rsid w:val="006F2937"/>
    <w:rsid w:val="007E6623"/>
    <w:rsid w:val="007F5E98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1A3E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7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CAB84-D624-4773-9EE8-38554C24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2020-07-04T22:31:00Z</dcterms:created>
  <dcterms:modified xsi:type="dcterms:W3CDTF">2020-07-06T15:36:00Z</dcterms:modified>
</cp:coreProperties>
</file>